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4CC964D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232941" w:rsidRPr="00AA50FA">
        <w:rPr>
          <w:rFonts w:ascii="Verdana" w:hAnsi="Verdana"/>
          <w:b/>
          <w:bCs/>
        </w:rPr>
        <w:t>Odstranění nebezpečného a ostatního odpadu u OŘ HKR 2026 včetně odstranění nepovolených skládek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0B0B2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0B0B2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0B0B2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4094F" w14:textId="77777777" w:rsidR="000B0B24" w:rsidRDefault="000B0B24" w:rsidP="00962258">
      <w:pPr>
        <w:spacing w:after="0" w:line="240" w:lineRule="auto"/>
      </w:pPr>
      <w:r>
        <w:separator/>
      </w:r>
    </w:p>
  </w:endnote>
  <w:endnote w:type="continuationSeparator" w:id="0">
    <w:p w14:paraId="38F946A4" w14:textId="77777777" w:rsidR="000B0B24" w:rsidRDefault="000B0B2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proofErr w:type="spellStart"/>
          <w:r>
            <w:t>www.sprava</w:t>
          </w:r>
          <w:r w:rsidR="007236BA">
            <w:t>zeleznic</w:t>
          </w:r>
          <w:r w:rsidR="00F1715C">
            <w:t>.cz</w:t>
          </w:r>
          <w:proofErr w:type="spellEnd"/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AB99B" w14:textId="77777777" w:rsidR="000B0B24" w:rsidRDefault="000B0B24" w:rsidP="00962258">
      <w:pPr>
        <w:spacing w:after="0" w:line="240" w:lineRule="auto"/>
      </w:pPr>
      <w:r>
        <w:separator/>
      </w:r>
    </w:p>
  </w:footnote>
  <w:footnote w:type="continuationSeparator" w:id="0">
    <w:p w14:paraId="52B665A6" w14:textId="77777777" w:rsidR="000B0B24" w:rsidRDefault="000B0B2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B0B24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32941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D6D89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A718B4"/>
    <w:rsid w:val="00B72819"/>
    <w:rsid w:val="00BE31C7"/>
    <w:rsid w:val="00C601C7"/>
    <w:rsid w:val="00CD6D89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547</Words>
  <Characters>2788</Characters>
  <Application>Microsoft Office Word</Application>
  <DocSecurity>0</DocSecurity>
  <Lines>199</Lines>
  <Paragraphs>114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Löwová Monika, Bc.</cp:lastModifiedBy>
  <cp:revision>13</cp:revision>
  <cp:lastPrinted>2017-11-28T17:18:00Z</cp:lastPrinted>
  <dcterms:created xsi:type="dcterms:W3CDTF">2023-11-16T10:29:00Z</dcterms:created>
  <dcterms:modified xsi:type="dcterms:W3CDTF">2026-02-25T11:36:00Z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